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76"/>
        <w:gridCol w:w="464"/>
        <w:gridCol w:w="960"/>
        <w:gridCol w:w="1260"/>
        <w:gridCol w:w="489"/>
        <w:gridCol w:w="586"/>
        <w:gridCol w:w="597"/>
        <w:gridCol w:w="313"/>
        <w:gridCol w:w="1119"/>
        <w:gridCol w:w="316"/>
        <w:gridCol w:w="420"/>
        <w:gridCol w:w="680"/>
        <w:gridCol w:w="283"/>
        <w:gridCol w:w="417"/>
        <w:gridCol w:w="263"/>
        <w:gridCol w:w="284"/>
        <w:gridCol w:w="690"/>
        <w:gridCol w:w="28"/>
      </w:tblGrid>
      <w:tr w:rsidR="004342E2" w:rsidRPr="00AC342C" w14:paraId="7D0467CE" w14:textId="77777777" w:rsidTr="00A572CD">
        <w:tc>
          <w:tcPr>
            <w:tcW w:w="1096" w:type="dxa"/>
            <w:gridSpan w:val="2"/>
            <w:vAlign w:val="bottom"/>
          </w:tcPr>
          <w:p w14:paraId="7D0467C4" w14:textId="77777777" w:rsidR="004342E2" w:rsidRPr="00AC342C" w:rsidRDefault="004342E2" w:rsidP="00C640B3">
            <w:pPr>
              <w:ind w:left="-108"/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Unidade:</w:t>
            </w: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  <w:vAlign w:val="bottom"/>
          </w:tcPr>
          <w:p w14:paraId="7D0467C5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7D0467C6" w14:textId="77777777" w:rsidR="004342E2" w:rsidRPr="00AC342C" w:rsidRDefault="004342E2" w:rsidP="00C640B3">
            <w:pPr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Estrutura:</w:t>
            </w:r>
          </w:p>
        </w:tc>
        <w:tc>
          <w:tcPr>
            <w:tcW w:w="3104" w:type="dxa"/>
            <w:gridSpan w:val="5"/>
            <w:tcBorders>
              <w:bottom w:val="single" w:sz="4" w:space="0" w:color="auto"/>
            </w:tcBorders>
            <w:vAlign w:val="bottom"/>
          </w:tcPr>
          <w:p w14:paraId="7D0467C7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vAlign w:val="bottom"/>
          </w:tcPr>
          <w:p w14:paraId="7D0467C8" w14:textId="77777777" w:rsidR="004342E2" w:rsidRPr="00AC342C" w:rsidRDefault="004342E2" w:rsidP="00C640B3">
            <w:pPr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7D0467C9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7D0467CA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C342C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14:paraId="7D0467CB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7D0467CC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C342C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vAlign w:val="bottom"/>
          </w:tcPr>
          <w:p w14:paraId="7D0467CD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342E2" w:rsidRPr="00AC342C" w14:paraId="7D0467D3" w14:textId="77777777" w:rsidTr="00A57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467CF" w14:textId="77777777" w:rsidR="004342E2" w:rsidRPr="00AC342C" w:rsidRDefault="004342E2" w:rsidP="00C640B3">
            <w:pPr>
              <w:ind w:left="-108"/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 xml:space="preserve">Profissionais </w:t>
            </w:r>
            <w:proofErr w:type="gramStart"/>
            <w:r w:rsidRPr="00AC342C">
              <w:rPr>
                <w:rFonts w:ascii="Calibri" w:hAnsi="Calibri" w:cs="Calibri"/>
                <w:sz w:val="22"/>
                <w:szCs w:val="22"/>
              </w:rPr>
              <w:t>Geotécnicos :</w:t>
            </w:r>
            <w:proofErr w:type="gramEnd"/>
          </w:p>
        </w:tc>
        <w:tc>
          <w:tcPr>
            <w:tcW w:w="2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0467D0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467D1" w14:textId="77777777" w:rsidR="004342E2" w:rsidRPr="00AC342C" w:rsidRDefault="004342E2" w:rsidP="00C640B3">
            <w:pPr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Assinatura</w:t>
            </w:r>
          </w:p>
        </w:tc>
        <w:tc>
          <w:tcPr>
            <w:tcW w:w="45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0467D2" w14:textId="77777777"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72CD" w:rsidRPr="00AC342C" w14:paraId="7D0467DA" w14:textId="77777777" w:rsidTr="00A57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467D4" w14:textId="77777777" w:rsidR="00A572CD" w:rsidRPr="00A572CD" w:rsidRDefault="00A572CD" w:rsidP="00A572CD">
            <w:pPr>
              <w:ind w:left="-108"/>
              <w:rPr>
                <w:rFonts w:ascii="Calibri" w:hAnsi="Calibri" w:cs="Calibri"/>
                <w:sz w:val="22"/>
                <w:szCs w:val="22"/>
              </w:rPr>
            </w:pPr>
            <w:r w:rsidRPr="00A572CD">
              <w:rPr>
                <w:rFonts w:ascii="Calibri" w:hAnsi="Calibri" w:cs="Calibri"/>
                <w:sz w:val="22"/>
                <w:szCs w:val="22"/>
              </w:rPr>
              <w:t>Aspecto observado</w:t>
            </w:r>
          </w:p>
        </w:tc>
        <w:tc>
          <w:tcPr>
            <w:tcW w:w="2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0467D5" w14:textId="77777777" w:rsidR="00A572CD" w:rsidRPr="00A572CD" w:rsidRDefault="00A572CD" w:rsidP="00A572C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572CD">
              <w:rPr>
                <w:rFonts w:ascii="Calibri" w:hAnsi="Calibri" w:cs="Calibri"/>
                <w:b/>
                <w:sz w:val="22"/>
                <w:szCs w:val="22"/>
              </w:rPr>
              <w:t>Ocorrência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467D6" w14:textId="77777777" w:rsidR="00AC7E43" w:rsidRDefault="00AC7E43" w:rsidP="00A572C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D0467D7" w14:textId="77777777" w:rsidR="00A572CD" w:rsidRPr="00A572CD" w:rsidRDefault="00A572CD" w:rsidP="00A572CD">
            <w:pPr>
              <w:rPr>
                <w:rFonts w:ascii="Calibri" w:hAnsi="Calibri" w:cs="Calibri"/>
                <w:sz w:val="22"/>
                <w:szCs w:val="22"/>
              </w:rPr>
            </w:pPr>
            <w:r w:rsidRPr="00A572CD">
              <w:rPr>
                <w:rFonts w:ascii="Calibri" w:hAnsi="Calibri" w:cs="Calibri"/>
                <w:sz w:val="22"/>
                <w:szCs w:val="22"/>
              </w:rPr>
              <w:t>Providência em caso de “sim”</w:t>
            </w:r>
          </w:p>
        </w:tc>
        <w:tc>
          <w:tcPr>
            <w:tcW w:w="45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0467D8" w14:textId="77777777" w:rsidR="00A572CD" w:rsidRPr="00A572CD" w:rsidRDefault="00A572CD" w:rsidP="00A572C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572CD">
              <w:rPr>
                <w:rFonts w:ascii="Calibri" w:hAnsi="Calibri" w:cs="Calibri"/>
                <w:b/>
                <w:sz w:val="22"/>
                <w:szCs w:val="22"/>
              </w:rPr>
              <w:t>Visto do</w:t>
            </w:r>
          </w:p>
          <w:p w14:paraId="7D0467D9" w14:textId="77777777" w:rsidR="00A572CD" w:rsidRPr="00A572CD" w:rsidRDefault="00A572CD" w:rsidP="00A572C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572CD">
              <w:rPr>
                <w:rFonts w:ascii="Calibri" w:hAnsi="Calibri" w:cs="Calibri"/>
                <w:b/>
                <w:sz w:val="22"/>
                <w:szCs w:val="22"/>
              </w:rPr>
              <w:t>responsável</w:t>
            </w:r>
          </w:p>
        </w:tc>
      </w:tr>
      <w:tr w:rsidR="00A572CD" w:rsidRPr="00AC342C" w14:paraId="7D0467E1" w14:textId="77777777" w:rsidTr="00A572CD">
        <w:tc>
          <w:tcPr>
            <w:tcW w:w="426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7DB" w14:textId="77777777"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D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Sim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D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Não</w:t>
            </w:r>
          </w:p>
        </w:tc>
        <w:tc>
          <w:tcPr>
            <w:tcW w:w="17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67D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Corrigir</w:t>
            </w:r>
          </w:p>
        </w:tc>
        <w:tc>
          <w:tcPr>
            <w:tcW w:w="18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D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C342C">
              <w:rPr>
                <w:rFonts w:ascii="Calibri" w:hAnsi="Calibri" w:cs="Calibri"/>
                <w:b/>
                <w:sz w:val="18"/>
                <w:szCs w:val="18"/>
              </w:rPr>
              <w:t>Avisar responsável</w:t>
            </w:r>
          </w:p>
        </w:tc>
        <w:tc>
          <w:tcPr>
            <w:tcW w:w="1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67E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572CD" w:rsidRPr="00AC342C" w14:paraId="7D0467E8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7E2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1. Crista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14:paraId="7D0467E3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14:paraId="7D0467E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0467E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7E6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7E7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7EF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7E9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E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E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E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7E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E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7F6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7F0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Trinca ou depressão?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F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F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F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7F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F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7FD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7F7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2. Talude de jusante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7F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7F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7F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7F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7F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04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7F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Falha na vegetação?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7F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0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0B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0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Vegetação alta?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0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12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0C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Surgência d´água?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0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1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19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13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d)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1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20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1A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e) Instabilidade (trincas ou estufamento)?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1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1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27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2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f) Formigueiro / cupinzeiro?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2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2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2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2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2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2E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28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3. Talude de montante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2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2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2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2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2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35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2F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3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3C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36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Instabilidade (trincas ou estufamento)?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3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3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43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3D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4. Área a jusante da barragem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3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3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4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4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4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4A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4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Surgência d’água?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4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51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4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Vegetação alta?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4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4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5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58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52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5. Drenagem superficial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5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5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5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5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5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5F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59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Canaletas obstruídas?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5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5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5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5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5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66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60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Erosão externa?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6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6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6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6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6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6D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67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6. Drenagem interna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6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6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6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6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6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74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6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Vazão muito maior ou menor?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6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7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7B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7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Saída do dreno obstruída?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7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82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7C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Água suja?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7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8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8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89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83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7. Extravasor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8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8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8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8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8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90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8A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Obstrução da tomada d’água?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8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8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8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8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8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97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9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Obstrução ou assoreamento?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9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9E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98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Erosão ou instabilidade nas paredes?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9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9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A5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9F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d) Erosão na dissipação?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A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A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A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A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A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AC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A6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8. Monitoramento geotécnico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A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A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A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A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A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B3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AD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Instrumento sem proteção ou identificação?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A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A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B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BA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B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Instrumento danificado?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B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C1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B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Acesso precário a algum instrumento?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B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B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C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C8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C2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9. Reservatório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C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C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C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C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C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CF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C9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Instabilidade nas encostas?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C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C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C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C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C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D6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D0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10. Estradas de acesso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D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D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D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D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D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DD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D7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D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D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D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D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D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572CD" w:rsidRPr="00AC342C" w14:paraId="7D0468E4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D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b) </w:t>
            </w:r>
            <w:r w:rsidRPr="00AC342C">
              <w:rPr>
                <w:rFonts w:ascii="Calibri" w:hAnsi="Calibri" w:cs="Calibri"/>
                <w:sz w:val="20"/>
                <w:szCs w:val="20"/>
              </w:rPr>
              <w:t>Instabilidade?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D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E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EB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E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Alagamento?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E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F2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EC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d) Ponto de difícil passagem?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E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F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F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8F9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8F3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11. Sinalização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F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F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F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8F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8F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00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FA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Danificada?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F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F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F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8F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8F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572CD" w:rsidRPr="00AC342C" w14:paraId="7D046907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0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b) </w:t>
            </w:r>
            <w:r w:rsidRPr="00AC342C">
              <w:rPr>
                <w:rFonts w:ascii="Calibri" w:hAnsi="Calibri" w:cs="Calibri"/>
                <w:sz w:val="20"/>
                <w:szCs w:val="20"/>
              </w:rPr>
              <w:t>Deficiente?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0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0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0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0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0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0E" w14:textId="77777777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046908" w14:textId="77777777"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12. Cercas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90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90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90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4690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4690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15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0F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Danificada?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13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4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1C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16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b) </w:t>
            </w:r>
            <w:r w:rsidRPr="00AC342C">
              <w:rPr>
                <w:rFonts w:ascii="Calibri" w:hAnsi="Calibri" w:cs="Calibri"/>
                <w:sz w:val="20"/>
                <w:szCs w:val="20"/>
              </w:rPr>
              <w:t>Deficiente?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1A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1B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23" w14:textId="77777777" w:rsidTr="00A572CD">
        <w:tc>
          <w:tcPr>
            <w:tcW w:w="4269" w:type="dxa"/>
            <w:gridSpan w:val="6"/>
            <w:tcBorders>
              <w:bottom w:val="single" w:sz="4" w:space="0" w:color="auto"/>
            </w:tcBorders>
          </w:tcPr>
          <w:p w14:paraId="7D04691D" w14:textId="77777777"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13. Atualização geotécnica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14:paraId="7D04691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7D04691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bottom w:val="single" w:sz="4" w:space="0" w:color="auto"/>
            </w:tcBorders>
            <w:vAlign w:val="center"/>
          </w:tcPr>
          <w:p w14:paraId="7D04692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7D046921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bottom w:val="single" w:sz="4" w:space="0" w:color="auto"/>
            </w:tcBorders>
            <w:vAlign w:val="center"/>
          </w:tcPr>
          <w:p w14:paraId="7D046922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2A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2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Falta atualização geológica?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5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6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7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28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9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31" w14:textId="77777777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2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Falta validação geotécnica?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C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D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2E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92F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30" w14:textId="77777777"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34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046932" w14:textId="77777777"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9517" w:type="dxa"/>
            <w:gridSpan w:val="1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046933" w14:textId="77777777"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Observação</w:t>
            </w:r>
          </w:p>
        </w:tc>
      </w:tr>
      <w:tr w:rsidR="00A572CD" w:rsidRPr="00AC342C" w14:paraId="7D046937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3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36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3A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38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39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3D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3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3C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40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3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3F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43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4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42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46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4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4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49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47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48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4C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4A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4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4F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4D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4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52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50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5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55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53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5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58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56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57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5B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59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5A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5E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5C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5D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61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5F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60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64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62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63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67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6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66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6A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68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69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6D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6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6C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70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6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6F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73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72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76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75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79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7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78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7C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A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7B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7F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D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7E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82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80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81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14:paraId="7D046985" w14:textId="77777777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83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046984" w14:textId="77777777"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D046986" w14:textId="77777777" w:rsidR="00BB6B03" w:rsidRDefault="00BB6B03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14:paraId="7D046987" w14:textId="77777777" w:rsidR="001561C4" w:rsidRDefault="001561C4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sectPr w:rsidR="001561C4" w:rsidSect="00AC7E4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568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698A" w14:textId="77777777" w:rsidR="00DF5D18" w:rsidRDefault="00DF5D18">
      <w:r>
        <w:separator/>
      </w:r>
    </w:p>
  </w:endnote>
  <w:endnote w:type="continuationSeparator" w:id="0">
    <w:p w14:paraId="7D04698B" w14:textId="77777777" w:rsidR="00DF5D18" w:rsidRDefault="00DF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6999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7D04699A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69A3" w14:textId="77777777" w:rsidR="009717AD" w:rsidRDefault="009717AD">
    <w:pPr>
      <w:pStyle w:val="Rodap"/>
      <w:jc w:val="center"/>
    </w:pPr>
  </w:p>
  <w:p w14:paraId="7D0469A4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46988" w14:textId="77777777" w:rsidR="00DF5D18" w:rsidRDefault="00DF5D18">
      <w:r>
        <w:separator/>
      </w:r>
    </w:p>
  </w:footnote>
  <w:footnote w:type="continuationSeparator" w:id="0">
    <w:p w14:paraId="7D046989" w14:textId="77777777" w:rsidR="00DF5D18" w:rsidRDefault="00DF5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698E" w14:textId="4A1777A9" w:rsidR="004B5AFA" w:rsidRPr="005D0983" w:rsidRDefault="005D0983" w:rsidP="005D0983">
    <w:pPr>
      <w:ind w:left="-851"/>
      <w:rPr>
        <w:rFonts w:ascii="Arial" w:hAnsi="Arial" w:cs="Arial"/>
        <w:b/>
        <w:color w:val="006666"/>
        <w:sz w:val="28"/>
        <w:szCs w:val="30"/>
      </w:rPr>
    </w:pPr>
    <w:r w:rsidRPr="005D0983">
      <w:rPr>
        <w:rFonts w:ascii="Arial" w:hAnsi="Arial" w:cs="Arial"/>
        <w:b/>
        <w:noProof/>
        <w:color w:val="006666"/>
        <w:sz w:val="28"/>
        <w:szCs w:val="30"/>
        <w:lang w:val="en-US"/>
      </w:rPr>
      <w:drawing>
        <wp:anchor distT="0" distB="0" distL="114300" distR="114300" simplePos="0" relativeHeight="251686400" behindDoc="1" locked="0" layoutInCell="1" allowOverlap="1" wp14:anchorId="491D6920" wp14:editId="0C138DCD">
          <wp:simplePos x="0" y="0"/>
          <wp:positionH relativeFrom="column">
            <wp:posOffset>5828978</wp:posOffset>
          </wp:positionH>
          <wp:positionV relativeFrom="paragraph">
            <wp:posOffset>-204242</wp:posOffset>
          </wp:positionV>
          <wp:extent cx="907576" cy="499167"/>
          <wp:effectExtent l="0" t="0" r="6985" b="0"/>
          <wp:wrapTight wrapText="bothSides">
            <wp:wrapPolygon edited="0">
              <wp:start x="0" y="0"/>
              <wp:lineTo x="0" y="20611"/>
              <wp:lineTo x="21313" y="20611"/>
              <wp:lineTo x="21313" y="0"/>
              <wp:lineTo x="0" y="0"/>
            </wp:wrapPolygon>
          </wp:wrapTight>
          <wp:docPr id="14280009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576" cy="499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006666"/>
        <w:sz w:val="28"/>
        <w:szCs w:val="30"/>
      </w:rPr>
      <w:t xml:space="preserve">          </w:t>
    </w:r>
    <w:r w:rsidR="00BB6FD0" w:rsidRPr="00BB6FD0">
      <w:rPr>
        <w:rFonts w:ascii="Arial" w:hAnsi="Arial" w:cs="Arial"/>
        <w:b/>
        <w:color w:val="006666"/>
        <w:sz w:val="28"/>
        <w:szCs w:val="30"/>
      </w:rPr>
      <w:t>Ficha de Inspeção Regular (FIR)</w:t>
    </w:r>
  </w:p>
  <w:p w14:paraId="7D046990" w14:textId="5A7B6E1F" w:rsidR="009717AD" w:rsidRDefault="009717AD" w:rsidP="005D0983">
    <w:pPr>
      <w:ind w:left="-851"/>
      <w:rPr>
        <w:rFonts w:ascii="Arial" w:hAnsi="Arial" w:cs="Arial"/>
        <w:b/>
        <w:sz w:val="28"/>
      </w:rPr>
    </w:pPr>
    <w:r>
      <w:rPr>
        <w:noProof/>
      </w:rPr>
      <w:drawing>
        <wp:anchor distT="0" distB="0" distL="114300" distR="114300" simplePos="0" relativeHeight="251651584" behindDoc="0" locked="0" layoutInCell="1" allowOverlap="1" wp14:anchorId="7D0469A7" wp14:editId="1D896413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B5AFA"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D0469A9" wp14:editId="3AD0FBF4">
              <wp:simplePos x="0" y="0"/>
              <wp:positionH relativeFrom="column">
                <wp:posOffset>-102235</wp:posOffset>
              </wp:positionH>
              <wp:positionV relativeFrom="paragraph">
                <wp:posOffset>169754</wp:posOffset>
              </wp:positionV>
              <wp:extent cx="6885305" cy="35977"/>
              <wp:effectExtent l="0" t="0" r="0" b="2540"/>
              <wp:wrapNone/>
              <wp:docPr id="47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5305" cy="35977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7698B57" id="Rectangle 14" o:spid="_x0000_s1026" style="position:absolute;margin-left:-8.05pt;margin-top:13.35pt;width:542.15pt;height:2.8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" fillcolor="#066" stroked="f"/>
          </w:pict>
        </mc:Fallback>
      </mc:AlternateConten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614112" w14:paraId="7D046994" w14:textId="77777777" w:rsidTr="005253F3">
      <w:tc>
        <w:tcPr>
          <w:tcW w:w="4537" w:type="dxa"/>
        </w:tcPr>
        <w:p w14:paraId="7D046991" w14:textId="518E5AEF" w:rsidR="00A24598" w:rsidRPr="00614112" w:rsidRDefault="003247BA" w:rsidP="00515D87">
          <w:pPr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3247BA">
            <w:rPr>
              <w:rFonts w:ascii="Arial" w:hAnsi="Arial" w:cs="Arial"/>
              <w:b/>
              <w:color w:val="005E5B" w:themeColor="text2" w:themeShade="BF"/>
              <w:sz w:val="22"/>
            </w:rPr>
            <w:t>PGS-MOS-EHS-308</w:t>
          </w:r>
        </w:p>
      </w:tc>
      <w:tc>
        <w:tcPr>
          <w:tcW w:w="3490" w:type="dxa"/>
        </w:tcPr>
        <w:p w14:paraId="7D046992" w14:textId="7BBCBDA2" w:rsidR="00A24598" w:rsidRPr="00A24598" w:rsidRDefault="00A24598" w:rsidP="007D205F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Rev.: 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</w:p>
      </w:tc>
      <w:tc>
        <w:tcPr>
          <w:tcW w:w="2888" w:type="dxa"/>
        </w:tcPr>
        <w:p w14:paraId="7D046993" w14:textId="77777777" w:rsidR="00A24598" w:rsidRPr="00614112" w:rsidRDefault="00A24598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7D046995" w14:textId="77777777"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7D046996" w14:textId="77777777" w:rsidR="009717AD" w:rsidRDefault="009717AD">
    <w:pPr>
      <w:rPr>
        <w:sz w:val="2"/>
      </w:rPr>
    </w:pPr>
  </w:p>
  <w:p w14:paraId="7D046997" w14:textId="77777777"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4ACA5" w14:textId="63C6D46E" w:rsidR="005D0983" w:rsidRPr="005D0983" w:rsidRDefault="008C201A" w:rsidP="005D0983">
    <w:pPr>
      <w:ind w:left="-851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5920" behindDoc="0" locked="0" layoutInCell="1" allowOverlap="1" wp14:anchorId="7D0469AD" wp14:editId="096AE52A">
              <wp:simplePos x="0" y="0"/>
              <wp:positionH relativeFrom="column">
                <wp:posOffset>-100956</wp:posOffset>
              </wp:positionH>
              <wp:positionV relativeFrom="paragraph">
                <wp:posOffset>-129493</wp:posOffset>
              </wp:positionV>
              <wp:extent cx="6885305" cy="516783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516783"/>
                        <a:chOff x="-1" y="0"/>
                        <a:chExt cx="6885306" cy="517124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-1" y="0"/>
                          <a:ext cx="5844175" cy="4799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469B1" w14:textId="77777777" w:rsidR="009717AD" w:rsidRPr="006307CD" w:rsidRDefault="004342E2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4342E2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 xml:space="preserve">Ficha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I</w:t>
                            </w:r>
                            <w:r w:rsidRPr="004342E2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 xml:space="preserve">nspeção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R</w:t>
                            </w:r>
                            <w:r w:rsidRPr="004342E2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egular (FIR)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481124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0469AD" id="Grupo 41" o:spid="_x0000_s1026" style="position:absolute;left:0;text-align:left;margin-left:-7.95pt;margin-top:-10.2pt;width:542.15pt;height:40.7pt;z-index:251665920;mso-width-relative:margin;mso-height-relative:margin" coordorigin="" coordsize="68853,5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">
              <v:rect id="Rectangle 48" o:spid="_x0000_s1027" style="position:absolute;width:58441;height:4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7D0469B1" w14:textId="77777777" w:rsidR="009717AD" w:rsidRPr="006307CD" w:rsidRDefault="004342E2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4342E2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 xml:space="preserve">Ficha de </w:t>
                      </w:r>
                      <w:r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I</w:t>
                      </w:r>
                      <w:r w:rsidRPr="004342E2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 xml:space="preserve">nspeção </w:t>
                      </w:r>
                      <w:r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R</w:t>
                      </w:r>
                      <w:r w:rsidRPr="004342E2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egular (FIR)</w:t>
                      </w:r>
                    </w:p>
                  </w:txbxContent>
                </v:textbox>
              </v:rect>
              <v:rect id="Rectangle 14" o:spid="_x0000_s1028" style="position:absolute;top:4811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</v:group>
          </w:pict>
        </mc:Fallback>
      </mc:AlternateContent>
    </w:r>
    <w:r w:rsidR="005D0983" w:rsidRPr="005D0983">
      <w:rPr>
        <w:noProof/>
        <w:lang w:val="en-US"/>
      </w:rPr>
      <w:drawing>
        <wp:anchor distT="0" distB="0" distL="114300" distR="114300" simplePos="0" relativeHeight="251683328" behindDoc="1" locked="0" layoutInCell="1" allowOverlap="1" wp14:anchorId="6FB093D8" wp14:editId="7E5E8B51">
          <wp:simplePos x="0" y="0"/>
          <wp:positionH relativeFrom="column">
            <wp:posOffset>5774406</wp:posOffset>
          </wp:positionH>
          <wp:positionV relativeFrom="paragraph">
            <wp:posOffset>-163773</wp:posOffset>
          </wp:positionV>
          <wp:extent cx="934872" cy="514180"/>
          <wp:effectExtent l="0" t="0" r="0" b="635"/>
          <wp:wrapTight wrapText="bothSides">
            <wp:wrapPolygon edited="0">
              <wp:start x="0" y="0"/>
              <wp:lineTo x="0" y="20826"/>
              <wp:lineTo x="21130" y="20826"/>
              <wp:lineTo x="21130" y="0"/>
              <wp:lineTo x="0" y="0"/>
            </wp:wrapPolygon>
          </wp:wrapTight>
          <wp:docPr id="51237802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872" cy="51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D04699B" w14:textId="5EEA763C" w:rsidR="009717AD" w:rsidRDefault="009717AD" w:rsidP="007B62D8">
    <w:pPr>
      <w:ind w:left="-851"/>
    </w:pPr>
    <w:r>
      <w:rPr>
        <w:noProof/>
      </w:rPr>
      <w:drawing>
        <wp:anchor distT="0" distB="0" distL="114300" distR="114300" simplePos="0" relativeHeight="251648512" behindDoc="0" locked="0" layoutInCell="1" allowOverlap="1" wp14:anchorId="7D0469AF" wp14:editId="2751CF30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14:paraId="7D0469A0" w14:textId="77777777" w:rsidTr="00614112">
      <w:tc>
        <w:tcPr>
          <w:tcW w:w="4537" w:type="dxa"/>
        </w:tcPr>
        <w:p w14:paraId="7D04699D" w14:textId="53177B57" w:rsidR="00FC49F6" w:rsidRPr="007D205F" w:rsidRDefault="00BA33E0" w:rsidP="004342E2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Anexo </w:t>
          </w:r>
          <w:r w:rsidR="003247BA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2</w:t>
          </w: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do </w:t>
          </w:r>
          <w:r w:rsidR="003247BA" w:rsidRPr="003247BA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PGS-MOS-EHS-308</w:t>
          </w:r>
        </w:p>
      </w:tc>
      <w:tc>
        <w:tcPr>
          <w:tcW w:w="3490" w:type="dxa"/>
        </w:tcPr>
        <w:p w14:paraId="7D04699E" w14:textId="2718A12A" w:rsidR="00FC49F6" w:rsidRPr="007D205F" w:rsidRDefault="006E33F5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Rev.: 00</w:t>
          </w:r>
        </w:p>
      </w:tc>
      <w:tc>
        <w:tcPr>
          <w:tcW w:w="2888" w:type="dxa"/>
        </w:tcPr>
        <w:p w14:paraId="7D04699F" w14:textId="77777777"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2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7D0469A1" w14:textId="77777777"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7D0469A2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468032">
    <w:abstractNumId w:val="12"/>
  </w:num>
  <w:num w:numId="2" w16cid:durableId="1132098602">
    <w:abstractNumId w:val="8"/>
  </w:num>
  <w:num w:numId="3" w16cid:durableId="68888635">
    <w:abstractNumId w:val="16"/>
  </w:num>
  <w:num w:numId="4" w16cid:durableId="545875408">
    <w:abstractNumId w:val="3"/>
  </w:num>
  <w:num w:numId="5" w16cid:durableId="48648838">
    <w:abstractNumId w:val="0"/>
  </w:num>
  <w:num w:numId="6" w16cid:durableId="814109612">
    <w:abstractNumId w:val="24"/>
  </w:num>
  <w:num w:numId="7" w16cid:durableId="840661983">
    <w:abstractNumId w:val="21"/>
  </w:num>
  <w:num w:numId="8" w16cid:durableId="2066367311">
    <w:abstractNumId w:val="14"/>
  </w:num>
  <w:num w:numId="9" w16cid:durableId="535119686">
    <w:abstractNumId w:val="20"/>
  </w:num>
  <w:num w:numId="10" w16cid:durableId="424111937">
    <w:abstractNumId w:val="23"/>
  </w:num>
  <w:num w:numId="11" w16cid:durableId="54401683">
    <w:abstractNumId w:val="26"/>
  </w:num>
  <w:num w:numId="12" w16cid:durableId="325666442">
    <w:abstractNumId w:val="19"/>
  </w:num>
  <w:num w:numId="13" w16cid:durableId="267927649">
    <w:abstractNumId w:val="25"/>
  </w:num>
  <w:num w:numId="14" w16cid:durableId="1196846672">
    <w:abstractNumId w:val="22"/>
  </w:num>
  <w:num w:numId="15" w16cid:durableId="1059936958">
    <w:abstractNumId w:val="13"/>
  </w:num>
  <w:num w:numId="16" w16cid:durableId="2118327873">
    <w:abstractNumId w:val="6"/>
  </w:num>
  <w:num w:numId="17" w16cid:durableId="1112670920">
    <w:abstractNumId w:val="2"/>
  </w:num>
  <w:num w:numId="18" w16cid:durableId="134570131">
    <w:abstractNumId w:val="18"/>
  </w:num>
  <w:num w:numId="19" w16cid:durableId="15580839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19520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690643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34202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08820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19907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28476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0776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82117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7287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99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2758994">
    <w:abstractNumId w:val="11"/>
  </w:num>
  <w:num w:numId="31" w16cid:durableId="21831294">
    <w:abstractNumId w:val="9"/>
  </w:num>
  <w:num w:numId="32" w16cid:durableId="1925608557">
    <w:abstractNumId w:val="15"/>
  </w:num>
  <w:num w:numId="33" w16cid:durableId="241256822">
    <w:abstractNumId w:val="4"/>
  </w:num>
  <w:num w:numId="34" w16cid:durableId="1622229147">
    <w:abstractNumId w:val="1"/>
  </w:num>
  <w:num w:numId="35" w16cid:durableId="1514952685">
    <w:abstractNumId w:val="7"/>
  </w:num>
  <w:num w:numId="36" w16cid:durableId="1808089431">
    <w:abstractNumId w:val="17"/>
  </w:num>
  <w:num w:numId="37" w16cid:durableId="484277015">
    <w:abstractNumId w:val="5"/>
  </w:num>
  <w:num w:numId="38" w16cid:durableId="1262298526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8193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2FA1"/>
    <w:rsid w:val="00043676"/>
    <w:rsid w:val="00045F12"/>
    <w:rsid w:val="000461B5"/>
    <w:rsid w:val="00046691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3FA4"/>
    <w:rsid w:val="001347E2"/>
    <w:rsid w:val="00134F56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561C4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585A"/>
    <w:rsid w:val="0022020D"/>
    <w:rsid w:val="0022076E"/>
    <w:rsid w:val="00222E4C"/>
    <w:rsid w:val="00226810"/>
    <w:rsid w:val="00230921"/>
    <w:rsid w:val="00232636"/>
    <w:rsid w:val="00232EC2"/>
    <w:rsid w:val="002334A9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47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143DB"/>
    <w:rsid w:val="00320D67"/>
    <w:rsid w:val="003211DD"/>
    <w:rsid w:val="00323F84"/>
    <w:rsid w:val="00323FC4"/>
    <w:rsid w:val="003247BA"/>
    <w:rsid w:val="0032527F"/>
    <w:rsid w:val="00326530"/>
    <w:rsid w:val="003265E4"/>
    <w:rsid w:val="00331330"/>
    <w:rsid w:val="00333053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2E2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B5AFA"/>
    <w:rsid w:val="004C027E"/>
    <w:rsid w:val="004C03D8"/>
    <w:rsid w:val="004C1B81"/>
    <w:rsid w:val="004C26EE"/>
    <w:rsid w:val="004C2939"/>
    <w:rsid w:val="004C64B8"/>
    <w:rsid w:val="004C658E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496D"/>
    <w:rsid w:val="00514E41"/>
    <w:rsid w:val="005156FC"/>
    <w:rsid w:val="00515D87"/>
    <w:rsid w:val="005178C2"/>
    <w:rsid w:val="00520F85"/>
    <w:rsid w:val="00521C26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621E7"/>
    <w:rsid w:val="00562654"/>
    <w:rsid w:val="00565924"/>
    <w:rsid w:val="00565FBF"/>
    <w:rsid w:val="005663E1"/>
    <w:rsid w:val="00567973"/>
    <w:rsid w:val="0057061C"/>
    <w:rsid w:val="00573C53"/>
    <w:rsid w:val="00573F76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0983"/>
    <w:rsid w:val="005D228E"/>
    <w:rsid w:val="005D2757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6FDF"/>
    <w:rsid w:val="006307CD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2606"/>
    <w:rsid w:val="00692D4E"/>
    <w:rsid w:val="00695987"/>
    <w:rsid w:val="00697559"/>
    <w:rsid w:val="006A2087"/>
    <w:rsid w:val="006A21F1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33F5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40FBC"/>
    <w:rsid w:val="00742577"/>
    <w:rsid w:val="007438AC"/>
    <w:rsid w:val="00745CD6"/>
    <w:rsid w:val="00747DA0"/>
    <w:rsid w:val="00750522"/>
    <w:rsid w:val="00753718"/>
    <w:rsid w:val="007551E5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201A"/>
    <w:rsid w:val="008C3C01"/>
    <w:rsid w:val="008C4ECD"/>
    <w:rsid w:val="008C5967"/>
    <w:rsid w:val="008D179C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5C16"/>
    <w:rsid w:val="008F7478"/>
    <w:rsid w:val="00900F00"/>
    <w:rsid w:val="009030FB"/>
    <w:rsid w:val="00905295"/>
    <w:rsid w:val="00905F35"/>
    <w:rsid w:val="009061ED"/>
    <w:rsid w:val="0091247E"/>
    <w:rsid w:val="00912ABE"/>
    <w:rsid w:val="00916156"/>
    <w:rsid w:val="009161C1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933"/>
    <w:rsid w:val="009812BC"/>
    <w:rsid w:val="00982331"/>
    <w:rsid w:val="009839B4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572CD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C7E43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05C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33E0"/>
    <w:rsid w:val="00BA40D4"/>
    <w:rsid w:val="00BA481B"/>
    <w:rsid w:val="00BA7E69"/>
    <w:rsid w:val="00BB281D"/>
    <w:rsid w:val="00BB4265"/>
    <w:rsid w:val="00BB4D63"/>
    <w:rsid w:val="00BB510A"/>
    <w:rsid w:val="00BB526F"/>
    <w:rsid w:val="00BB5B9C"/>
    <w:rsid w:val="00BB62C0"/>
    <w:rsid w:val="00BB6B03"/>
    <w:rsid w:val="00BB6FD0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2FD2"/>
    <w:rsid w:val="00D2379F"/>
    <w:rsid w:val="00D237F0"/>
    <w:rsid w:val="00D25530"/>
    <w:rsid w:val="00D2559E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63F"/>
    <w:rsid w:val="00D906F8"/>
    <w:rsid w:val="00D909C3"/>
    <w:rsid w:val="00D9305B"/>
    <w:rsid w:val="00DA131A"/>
    <w:rsid w:val="00DA19DA"/>
    <w:rsid w:val="00DA3DD6"/>
    <w:rsid w:val="00DA423A"/>
    <w:rsid w:val="00DA46EB"/>
    <w:rsid w:val="00DA58A6"/>
    <w:rsid w:val="00DA7D27"/>
    <w:rsid w:val="00DB0DAD"/>
    <w:rsid w:val="00DB1DB5"/>
    <w:rsid w:val="00DB446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DF5D18"/>
    <w:rsid w:val="00E0216D"/>
    <w:rsid w:val="00E0423A"/>
    <w:rsid w:val="00E05FFF"/>
    <w:rsid w:val="00E0699C"/>
    <w:rsid w:val="00E073CA"/>
    <w:rsid w:val="00E11AC4"/>
    <w:rsid w:val="00E11E69"/>
    <w:rsid w:val="00E12FF7"/>
    <w:rsid w:val="00E14C19"/>
    <w:rsid w:val="00E233D4"/>
    <w:rsid w:val="00E24B6E"/>
    <w:rsid w:val="00E3170E"/>
    <w:rsid w:val="00E33A0A"/>
    <w:rsid w:val="00E3463E"/>
    <w:rsid w:val="00E3471F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D1F5B"/>
    <w:rsid w:val="00ED6D5B"/>
    <w:rsid w:val="00EE2EFD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3F8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CE1"/>
    <w:rsid w:val="00F56E24"/>
    <w:rsid w:val="00F604C7"/>
    <w:rsid w:val="00F61C2C"/>
    <w:rsid w:val="00F6294A"/>
    <w:rsid w:val="00F634D5"/>
    <w:rsid w:val="00F63DD4"/>
    <w:rsid w:val="00F64A07"/>
    <w:rsid w:val="00F656F7"/>
    <w:rsid w:val="00F67B08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4:docId w14:val="7D0467C4"/>
  <w15:docId w15:val="{412B94F9-54C5-4DA9-997A-5F95B262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  <w:style w:type="paragraph" w:styleId="Ttulo">
    <w:name w:val="Title"/>
    <w:basedOn w:val="Normal"/>
    <w:link w:val="TtuloChar"/>
    <w:qFormat/>
    <w:rsid w:val="00BA33E0"/>
    <w:pPr>
      <w:jc w:val="center"/>
    </w:pPr>
    <w:rPr>
      <w:rFonts w:ascii="Arial" w:hAnsi="Arial"/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BA33E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9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D504FDBC058E4681CC6A54150258FB" ma:contentTypeVersion="10" ma:contentTypeDescription="Crie um novo documento." ma:contentTypeScope="" ma:versionID="268d59cbdec0149d5286896a9e79fb00">
  <xsd:schema xmlns:xsd="http://www.w3.org/2001/XMLSchema" xmlns:xs="http://www.w3.org/2001/XMLSchema" xmlns:p="http://schemas.microsoft.com/office/2006/metadata/properties" xmlns:ns2="07bca0f6-086c-4ee3-a73f-70cedb11f462" xmlns:ns3="e1e74059-74ae-48b4-bae2-90539b216a34" targetNamespace="http://schemas.microsoft.com/office/2006/metadata/properties" ma:root="true" ma:fieldsID="e07c2d2abe057fcfda8b2b2b84645cb2" ns2:_="" ns3:_="">
    <xsd:import namespace="07bca0f6-086c-4ee3-a73f-70cedb11f462"/>
    <xsd:import namespace="e1e74059-74ae-48b4-bae2-90539b216a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ca0f6-086c-4ee3-a73f-70cedb11f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74059-74ae-48b4-bae2-90539b216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DF1706-4B4D-4796-8C70-8DA2BC476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bca0f6-086c-4ee3-a73f-70cedb11f462"/>
    <ds:schemaRef ds:uri="e1e74059-74ae-48b4-bae2-90539b216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563D0B-C7AF-4B15-BFD0-295B7DC469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8</cp:revision>
  <cp:lastPrinted>2015-02-26T12:03:00Z</cp:lastPrinted>
  <dcterms:created xsi:type="dcterms:W3CDTF">2017-02-20T11:53:00Z</dcterms:created>
  <dcterms:modified xsi:type="dcterms:W3CDTF">2025-06-24T13:59:00Z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0x01010035D504FDBC058E4681CC6A54150258FB</vt:lpwstr>
  </property>
  <property fmtid="{D5CDD505-2E9C-101B-9397-08002B2CF9AE}" pid="3" name="GrammarlyDocumentId">
    <vt:lpwstr>43d0977b-b2e1-493b-b609-910c531a0480</vt:lpwstr>
  </property>
</Properties>
</file>